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98" w:rsidRPr="00115D98" w:rsidRDefault="00115D98" w:rsidP="00115D9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15D9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15D98" w:rsidRDefault="00115D98" w:rsidP="002F42FD">
      <w:pPr>
        <w:pStyle w:val="Nadpis1"/>
        <w:rPr>
          <w:rFonts w:ascii="Tahoma" w:hAnsi="Tahoma" w:cs="Tahoma"/>
          <w:sz w:val="24"/>
          <w:szCs w:val="24"/>
        </w:rPr>
      </w:pPr>
    </w:p>
    <w:p w:rsidR="0055252F" w:rsidRDefault="00DA67D2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50/11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93E4E" w:rsidRDefault="002F42FD" w:rsidP="000D17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</w:t>
      </w:r>
      <w:r w:rsidR="00DA67D2">
        <w:rPr>
          <w:rFonts w:ascii="Tahoma" w:hAnsi="Tahoma" w:cs="Tahoma"/>
          <w:b/>
          <w:u w:val="single"/>
        </w:rPr>
        <w:t>o spolupráci při odstraňování nepovolených reklamních zařízení s Ředitelstvím silnic a dálnic České republiky, správou České Budějovice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DA67D2">
        <w:rPr>
          <w:rFonts w:ascii="Tahoma" w:hAnsi="Tahoma" w:cs="Tahoma"/>
          <w:sz w:val="20"/>
          <w:szCs w:val="20"/>
        </w:rPr>
        <w:t>22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DA67D2">
        <w:rPr>
          <w:rFonts w:ascii="Tahoma" w:hAnsi="Tahoma" w:cs="Tahoma"/>
          <w:sz w:val="20"/>
          <w:szCs w:val="20"/>
        </w:rPr>
        <w:t>září</w:t>
      </w:r>
      <w:r w:rsidR="00693E4E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9D7" w:rsidRPr="007A59D7" w:rsidRDefault="007A59D7" w:rsidP="007A59D7">
      <w:pPr>
        <w:pStyle w:val="Nadpis2"/>
      </w:pPr>
      <w:r>
        <w:lastRenderedPageBreak/>
        <w:t xml:space="preserve">1. </w:t>
      </w:r>
      <w:r w:rsidRPr="007A59D7">
        <w:t>Smlouva o spolupráci při odstraňování nepovolených reklamních zařízení s Ředitelstvím silnic a dálnic České republiky, správou České Budějovice</w:t>
      </w: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Pr="00B22272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Souhlasí</w:t>
      </w:r>
    </w:p>
    <w:p w:rsidR="00361F0A" w:rsidRPr="005E0400" w:rsidRDefault="00B22272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361F0A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uzavřením</w:t>
      </w:r>
      <w:r w:rsidR="00361F0A">
        <w:rPr>
          <w:rFonts w:ascii="Tahoma" w:hAnsi="Tahoma" w:cs="Tahoma"/>
          <w:sz w:val="20"/>
          <w:szCs w:val="20"/>
        </w:rPr>
        <w:t xml:space="preserve"> Smlouvy o spolupráci při odstraňování nepovolených reklamních zařízení s Ředitelstvím silnic a dálnic České republiky, správou České Budějovice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B22272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CB7D75">
        <w:rPr>
          <w:rFonts w:ascii="Tahoma" w:hAnsi="Tahoma" w:cs="Tahoma"/>
          <w:sz w:val="20"/>
          <w:szCs w:val="20"/>
        </w:rPr>
        <w:t>Pověřuje</w:t>
      </w:r>
    </w:p>
    <w:p w:rsidR="00BF7E67" w:rsidRPr="00B22272" w:rsidRDefault="00CB7D75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>starostu</w:t>
      </w:r>
      <w:r w:rsidR="000D171E" w:rsidRPr="00B22272">
        <w:rPr>
          <w:rFonts w:ascii="Tahoma" w:hAnsi="Tahoma" w:cs="Tahoma"/>
          <w:b w:val="0"/>
          <w:sz w:val="20"/>
          <w:szCs w:val="20"/>
          <w:u w:val="none"/>
        </w:rPr>
        <w:t xml:space="preserve"> města 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podpisem </w:t>
      </w:r>
      <w:r w:rsidR="00B22272">
        <w:rPr>
          <w:rFonts w:ascii="Tahoma" w:hAnsi="Tahoma" w:cs="Tahoma"/>
          <w:b w:val="0"/>
          <w:sz w:val="20"/>
          <w:szCs w:val="20"/>
          <w:u w:val="none"/>
        </w:rPr>
        <w:t>předmětné smlouvy.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53C5A" w:rsidRPr="00053C5A" w:rsidRDefault="00053C5A" w:rsidP="00053C5A"/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</w:p>
    <w:sectPr w:rsidR="003850CD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53C5A"/>
    <w:rsid w:val="00077160"/>
    <w:rsid w:val="000C328E"/>
    <w:rsid w:val="000D171E"/>
    <w:rsid w:val="00115D98"/>
    <w:rsid w:val="00197946"/>
    <w:rsid w:val="001D1C66"/>
    <w:rsid w:val="0029613C"/>
    <w:rsid w:val="002C3A9D"/>
    <w:rsid w:val="002F42FD"/>
    <w:rsid w:val="002F4630"/>
    <w:rsid w:val="00361F0A"/>
    <w:rsid w:val="003850CD"/>
    <w:rsid w:val="003C78C2"/>
    <w:rsid w:val="003D7520"/>
    <w:rsid w:val="003E5EB8"/>
    <w:rsid w:val="004578A3"/>
    <w:rsid w:val="004B6B62"/>
    <w:rsid w:val="00523734"/>
    <w:rsid w:val="0055252F"/>
    <w:rsid w:val="005B73DA"/>
    <w:rsid w:val="005E0400"/>
    <w:rsid w:val="00693E4E"/>
    <w:rsid w:val="006E219F"/>
    <w:rsid w:val="00731CBE"/>
    <w:rsid w:val="00732C4F"/>
    <w:rsid w:val="007A59D7"/>
    <w:rsid w:val="00895C6D"/>
    <w:rsid w:val="008D4CAA"/>
    <w:rsid w:val="008E6A45"/>
    <w:rsid w:val="008F7E0D"/>
    <w:rsid w:val="00912EA8"/>
    <w:rsid w:val="00917C42"/>
    <w:rsid w:val="009B09AA"/>
    <w:rsid w:val="009E26DB"/>
    <w:rsid w:val="009E4B8C"/>
    <w:rsid w:val="00A432F0"/>
    <w:rsid w:val="00AF4C7B"/>
    <w:rsid w:val="00AF60AC"/>
    <w:rsid w:val="00B078BB"/>
    <w:rsid w:val="00B21534"/>
    <w:rsid w:val="00B22272"/>
    <w:rsid w:val="00B8367F"/>
    <w:rsid w:val="00BF7E67"/>
    <w:rsid w:val="00C26B88"/>
    <w:rsid w:val="00CB7D75"/>
    <w:rsid w:val="00D0067D"/>
    <w:rsid w:val="00DA67D2"/>
    <w:rsid w:val="00E158A8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0D09F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C15B6-B9E1-4AC3-AAE5-5D58D94B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45</TotalTime>
  <Pages>2</Pages>
  <Words>121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Radmila Brušáková</cp:lastModifiedBy>
  <cp:revision>6</cp:revision>
  <cp:lastPrinted>2021-09-15T05:52:00Z</cp:lastPrinted>
  <dcterms:created xsi:type="dcterms:W3CDTF">2021-09-14T11:12:00Z</dcterms:created>
  <dcterms:modified xsi:type="dcterms:W3CDTF">2021-09-17T06:42:00Z</dcterms:modified>
</cp:coreProperties>
</file>